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0EE" w:rsidRPr="007320EE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>Ich-kann-Liste</w:t>
      </w:r>
      <w:r w:rsidR="009766E4">
        <w:rPr>
          <w:b/>
          <w:sz w:val="32"/>
          <w:szCs w:val="26"/>
          <w:u w:val="single"/>
        </w:rPr>
        <w:t xml:space="preserve"> zu Lernfortschritt </w:t>
      </w:r>
      <w:r w:rsidR="00751183">
        <w:rPr>
          <w:b/>
          <w:sz w:val="32"/>
          <w:szCs w:val="26"/>
          <w:u w:val="single"/>
        </w:rPr>
        <w:t>2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ED4752" w:rsidRPr="00F5101E" w:rsidTr="009766E4">
        <w:trPr>
          <w:trHeight w:val="966"/>
        </w:trPr>
        <w:tc>
          <w:tcPr>
            <w:tcW w:w="880" w:type="dxa"/>
          </w:tcPr>
          <w:p w:rsidR="00ED4752" w:rsidRPr="00AF29BB" w:rsidRDefault="00ED4752" w:rsidP="00ED4752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  <w:r w:rsidR="00A11881">
              <w:rPr>
                <w:b/>
                <w:szCs w:val="22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ED4752" w:rsidRDefault="00922FA1" w:rsidP="00922FA1">
            <w:pPr>
              <w:tabs>
                <w:tab w:val="left" w:pos="317"/>
                <w:tab w:val="left" w:pos="6420"/>
              </w:tabs>
              <w:spacing w:before="8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6C"/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E50565">
              <w:rPr>
                <w:rFonts w:ascii="Arial" w:hAnsi="Arial" w:cs="Arial"/>
                <w:b/>
                <w:sz w:val="22"/>
                <w:szCs w:val="22"/>
              </w:rPr>
              <w:t>Zentrale Bestandteile eines Netzwerks identifizieren.</w:t>
            </w:r>
          </w:p>
          <w:p w:rsidR="00ED4752" w:rsidRPr="00FA152C" w:rsidRDefault="00922FA1" w:rsidP="00B94468">
            <w:pPr>
              <w:tabs>
                <w:tab w:val="left" w:pos="317"/>
                <w:tab w:val="left" w:pos="6420"/>
              </w:tabs>
              <w:spacing w:before="80" w:after="120"/>
              <w:ind w:left="318" w:hanging="31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6C"/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  <w:t>Grundlegende Konzepte der Datenü</w:t>
            </w:r>
            <w:r w:rsidR="00B94468">
              <w:rPr>
                <w:rFonts w:ascii="Arial" w:hAnsi="Arial" w:cs="Arial"/>
                <w:b/>
                <w:sz w:val="22"/>
                <w:szCs w:val="22"/>
              </w:rPr>
              <w:t>bertragung in einem Netzwerk erl</w:t>
            </w:r>
            <w:r>
              <w:rPr>
                <w:rFonts w:ascii="Arial" w:hAnsi="Arial" w:cs="Arial"/>
                <w:b/>
                <w:sz w:val="22"/>
                <w:szCs w:val="22"/>
              </w:rPr>
              <w:t>äutern.</w:t>
            </w:r>
          </w:p>
        </w:tc>
        <w:tc>
          <w:tcPr>
            <w:tcW w:w="567" w:type="dxa"/>
            <w:shd w:val="clear" w:color="auto" w:fill="auto"/>
          </w:tcPr>
          <w:p w:rsidR="00ED4752" w:rsidRDefault="00ED4752" w:rsidP="00ED4752">
            <w:pPr>
              <w:pStyle w:val="Standard1"/>
              <w:spacing w:before="20" w:line="240" w:lineRule="auto"/>
              <w:rPr>
                <w:b/>
                <w:color w:val="auto"/>
                <w:szCs w:val="22"/>
              </w:rPr>
            </w:pPr>
          </w:p>
          <w:p w:rsidR="00ED4752" w:rsidRDefault="00ED4752" w:rsidP="00ED4752">
            <w:pPr>
              <w:pStyle w:val="Standard1"/>
              <w:spacing w:before="20" w:line="240" w:lineRule="auto"/>
              <w:rPr>
                <w:b/>
                <w:color w:val="auto"/>
                <w:szCs w:val="22"/>
              </w:rPr>
            </w:pPr>
          </w:p>
          <w:p w:rsidR="00ED4752" w:rsidRPr="009E7035" w:rsidRDefault="00ED4752" w:rsidP="00ED4752">
            <w:pPr>
              <w:pStyle w:val="Standard1"/>
              <w:spacing w:before="20" w:after="60" w:line="240" w:lineRule="auto"/>
              <w:rPr>
                <w:b/>
                <w:color w:val="auto"/>
                <w:szCs w:val="22"/>
              </w:rPr>
            </w:pPr>
          </w:p>
        </w:tc>
      </w:tr>
      <w:tr w:rsidR="00ED4752" w:rsidRPr="00F5101E" w:rsidTr="009766E4">
        <w:trPr>
          <w:trHeight w:val="660"/>
        </w:trPr>
        <w:tc>
          <w:tcPr>
            <w:tcW w:w="880" w:type="dxa"/>
            <w:tcBorders>
              <w:bottom w:val="nil"/>
            </w:tcBorders>
          </w:tcPr>
          <w:p w:rsidR="00ED4752" w:rsidRPr="00AF29BB" w:rsidRDefault="00ED4752" w:rsidP="00ED4752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:rsidR="00ED4752" w:rsidRDefault="00ED4752" w:rsidP="00ED4752">
            <w:pPr>
              <w:pStyle w:val="Standard1"/>
              <w:numPr>
                <w:ilvl w:val="1"/>
                <w:numId w:val="9"/>
              </w:numPr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Ich kann die zentrale Eigenschaft eines Servers beschreiben.</w:t>
            </w:r>
          </w:p>
          <w:p w:rsidR="00ED4752" w:rsidRDefault="00ED4752" w:rsidP="00ED4752">
            <w:pPr>
              <w:pStyle w:val="Standard1"/>
              <w:numPr>
                <w:ilvl w:val="1"/>
                <w:numId w:val="9"/>
              </w:numPr>
              <w:spacing w:before="40" w:line="240" w:lineRule="auto"/>
              <w:ind w:right="-108"/>
              <w:rPr>
                <w:szCs w:val="22"/>
              </w:rPr>
            </w:pPr>
            <w:r>
              <w:rPr>
                <w:szCs w:val="22"/>
              </w:rPr>
              <w:t>Ich kann verschiedene Arten von Servern benennen und deren Bedeutung erklären.</w:t>
            </w:r>
          </w:p>
          <w:p w:rsidR="00ED4752" w:rsidRPr="005524DE" w:rsidRDefault="00ED4752" w:rsidP="00ED4752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1.3</w:t>
            </w:r>
            <w:r>
              <w:rPr>
                <w:szCs w:val="22"/>
              </w:rPr>
              <w:tab/>
              <w:t>Ich kann das 'Client-Server-Modell' erklären.</w:t>
            </w:r>
          </w:p>
        </w:tc>
        <w:tc>
          <w:tcPr>
            <w:tcW w:w="567" w:type="dxa"/>
          </w:tcPr>
          <w:p w:rsidR="00ED4752" w:rsidRPr="00D573FD" w:rsidRDefault="00ED4752" w:rsidP="00ED4752">
            <w:pPr>
              <w:pStyle w:val="Standard1"/>
              <w:spacing w:before="40" w:after="60" w:line="240" w:lineRule="auto"/>
              <w:rPr>
                <w:szCs w:val="22"/>
              </w:rPr>
            </w:pPr>
            <w:r w:rsidRPr="00D573FD">
              <w:rPr>
                <w:szCs w:val="22"/>
              </w:rPr>
              <w:t>P</w:t>
            </w:r>
          </w:p>
          <w:p w:rsidR="00ED4752" w:rsidRPr="00D573FD" w:rsidRDefault="00ED4752" w:rsidP="00ED4752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:rsidR="00ED4752" w:rsidRDefault="00ED4752" w:rsidP="00ED4752">
            <w:pPr>
              <w:pStyle w:val="Standard1"/>
              <w:spacing w:before="60" w:after="60" w:line="240" w:lineRule="auto"/>
              <w:rPr>
                <w:b/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-255515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875922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1F0572" w:rsidRPr="00F30560" w:rsidRDefault="00F30560" w:rsidP="00F30560">
            <w:pPr>
              <w:pStyle w:val="Standard1"/>
              <w:spacing w:before="20" w:line="240" w:lineRule="auto"/>
              <w:rPr>
                <w:b/>
              </w:rPr>
            </w:pPr>
            <w:r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1820536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</w:tc>
      </w:tr>
      <w:tr w:rsidR="004B6097" w:rsidRPr="00F5101E" w:rsidTr="007B7A57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097" w:rsidRPr="00F5101E" w:rsidRDefault="004B6097" w:rsidP="007B7A57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97" w:rsidRDefault="004B6097" w:rsidP="007B7A57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  <w:t>Ich kann mit Hilfe einer Simulationssoftware zwei Rechner zu einem Netzwerk verbinden.</w:t>
            </w:r>
          </w:p>
          <w:p w:rsidR="004B6097" w:rsidRDefault="004B6097" w:rsidP="007B7A57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  <w:t>Ich kann den Aufbau einer IP-Adresse erklären.</w:t>
            </w:r>
          </w:p>
          <w:p w:rsidR="004B6097" w:rsidRDefault="004B6097" w:rsidP="004B6097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2.3</w:t>
            </w:r>
            <w:r>
              <w:rPr>
                <w:szCs w:val="22"/>
              </w:rPr>
              <w:tab/>
              <w:t>Ich kann in einer Simulationssoftware Programme auf einem Rechner installieren.</w:t>
            </w:r>
          </w:p>
          <w:p w:rsidR="004B6097" w:rsidRPr="005524DE" w:rsidRDefault="00FB1158" w:rsidP="004B6097">
            <w:pPr>
              <w:pStyle w:val="Standard1"/>
              <w:spacing w:before="60" w:after="12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2.4</w:t>
            </w:r>
            <w:r>
              <w:rPr>
                <w:szCs w:val="22"/>
              </w:rPr>
              <w:tab/>
              <w:t>Ich kann eine Information (P</w:t>
            </w:r>
            <w:r w:rsidR="004B6097">
              <w:rPr>
                <w:szCs w:val="22"/>
              </w:rPr>
              <w:t>ing) von einem Rechner zu einem anderen senden.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097" w:rsidRPr="00D573FD" w:rsidRDefault="004B6097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:rsidR="004B6097" w:rsidRDefault="004B6097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4B6097" w:rsidRDefault="00F30560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4B6097">
              <w:rPr>
                <w:szCs w:val="22"/>
              </w:rPr>
              <w:br/>
            </w:r>
          </w:p>
          <w:p w:rsidR="00F30560" w:rsidRPr="00D573FD" w:rsidRDefault="00F30560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001345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4B6097" w:rsidRPr="00837644" w:rsidRDefault="004B6097" w:rsidP="007B7A57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707761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7137271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F30560" w:rsidRDefault="004B6097" w:rsidP="00F30560">
            <w:pPr>
              <w:pStyle w:val="Standard1"/>
              <w:spacing w:before="20" w:line="240" w:lineRule="auto"/>
              <w:rPr>
                <w:b/>
              </w:rPr>
            </w:pPr>
            <w:r w:rsidRPr="00837644"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1940794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560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4B6097" w:rsidRPr="00837644" w:rsidRDefault="004B6097" w:rsidP="007B7A57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</w:tc>
      </w:tr>
      <w:tr w:rsidR="00ED4752" w:rsidRPr="00F5101E" w:rsidTr="00F34BB6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4752" w:rsidRPr="00F5101E" w:rsidRDefault="00ED4752" w:rsidP="00ED4752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19" w:rsidRDefault="004B6097" w:rsidP="00A15E19">
            <w:pPr>
              <w:pStyle w:val="Standard1"/>
              <w:spacing w:before="6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3</w:t>
            </w:r>
            <w:r w:rsidR="00A15E19">
              <w:rPr>
                <w:szCs w:val="22"/>
              </w:rPr>
              <w:t>.</w:t>
            </w:r>
            <w:r>
              <w:rPr>
                <w:szCs w:val="22"/>
              </w:rPr>
              <w:t>1</w:t>
            </w:r>
            <w:r w:rsidR="00A15E19">
              <w:rPr>
                <w:szCs w:val="22"/>
              </w:rPr>
              <w:tab/>
              <w:t>Ich kann erläutern, welche Nac</w:t>
            </w:r>
            <w:r w:rsidR="00FB1158">
              <w:rPr>
                <w:szCs w:val="22"/>
              </w:rPr>
              <w:t>hrichten beim Versenden eines 'P</w:t>
            </w:r>
            <w:r w:rsidR="00A15E19">
              <w:rPr>
                <w:szCs w:val="22"/>
              </w:rPr>
              <w:t>ings' von einem Rechner zu einem anderen übermittelt werden.</w:t>
            </w:r>
          </w:p>
          <w:p w:rsidR="00A15E19" w:rsidRPr="005524DE" w:rsidRDefault="004B6097" w:rsidP="001F0572">
            <w:pPr>
              <w:pStyle w:val="Standard1"/>
              <w:spacing w:before="60" w:after="6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3.2</w:t>
            </w:r>
            <w:r>
              <w:rPr>
                <w:szCs w:val="22"/>
              </w:rPr>
              <w:tab/>
              <w:t>Ich kann den Unterschied zwischen einer IP-Adresse und einer MAC-Adresse erklären.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52" w:rsidRPr="00D573FD" w:rsidRDefault="00ED4752" w:rsidP="00ED475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1F0572">
              <w:rPr>
                <w:szCs w:val="22"/>
              </w:rPr>
              <w:br/>
            </w:r>
          </w:p>
          <w:p w:rsidR="00B4317C" w:rsidRPr="00D573FD" w:rsidRDefault="00ED4752" w:rsidP="00ED475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62210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30560" w:rsidRDefault="00F30560" w:rsidP="00F30560">
                <w:pPr>
                  <w:pStyle w:val="Standard1"/>
                  <w:spacing w:before="4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ED4752" w:rsidRPr="00837644" w:rsidRDefault="00ED4752" w:rsidP="00F3056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-231462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F0572" w:rsidRPr="00F30560" w:rsidRDefault="00F30560" w:rsidP="00F30560">
                <w:pPr>
                  <w:pStyle w:val="Standard1"/>
                  <w:spacing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ED4752" w:rsidRPr="00F5101E" w:rsidTr="00BC3EBA">
        <w:trPr>
          <w:trHeight w:val="32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4752" w:rsidRPr="00F5101E" w:rsidRDefault="00ED4752" w:rsidP="00ED4752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644" w:rsidRDefault="007A14EC" w:rsidP="00ED4752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837644">
              <w:rPr>
                <w:szCs w:val="22"/>
              </w:rPr>
              <w:t>.1</w:t>
            </w:r>
            <w:r w:rsidR="00837644">
              <w:rPr>
                <w:szCs w:val="22"/>
              </w:rPr>
              <w:tab/>
              <w:t xml:space="preserve">Ich kann </w:t>
            </w:r>
            <w:r w:rsidR="00B4317C">
              <w:rPr>
                <w:szCs w:val="22"/>
              </w:rPr>
              <w:t>in</w:t>
            </w:r>
            <w:r w:rsidR="00837644">
              <w:rPr>
                <w:szCs w:val="22"/>
              </w:rPr>
              <w:t xml:space="preserve"> einer Simulationssoftware mehrere Rechner mit Hilfe eines Switches zu einem Netzwerk verbinden.</w:t>
            </w:r>
          </w:p>
          <w:p w:rsidR="00ED4752" w:rsidRDefault="007A14EC" w:rsidP="00ED4752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837644">
              <w:rPr>
                <w:szCs w:val="22"/>
              </w:rPr>
              <w:t>.2</w:t>
            </w:r>
            <w:r w:rsidR="00ED4752">
              <w:rPr>
                <w:szCs w:val="22"/>
              </w:rPr>
              <w:tab/>
            </w:r>
            <w:r w:rsidR="00837644">
              <w:rPr>
                <w:szCs w:val="22"/>
              </w:rPr>
              <w:t>Ich kann</w:t>
            </w:r>
            <w:r w:rsidR="00515932">
              <w:rPr>
                <w:szCs w:val="22"/>
              </w:rPr>
              <w:t xml:space="preserve"> die Eigenschaften ein Switches erklären</w:t>
            </w:r>
            <w:r w:rsidR="00837644">
              <w:rPr>
                <w:szCs w:val="22"/>
              </w:rPr>
              <w:t>.</w:t>
            </w:r>
          </w:p>
          <w:p w:rsidR="00837644" w:rsidRDefault="007A14EC" w:rsidP="00837644">
            <w:pPr>
              <w:pStyle w:val="Standard1"/>
              <w:spacing w:before="60" w:after="12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837644">
              <w:rPr>
                <w:szCs w:val="22"/>
              </w:rPr>
              <w:t>.3</w:t>
            </w:r>
            <w:r w:rsidR="00837644">
              <w:rPr>
                <w:szCs w:val="22"/>
              </w:rPr>
              <w:tab/>
              <w:t>Ich kann die Bedeutung der Übertragungsgeschwindigkeit eines Switches einschätzen.</w:t>
            </w:r>
          </w:p>
          <w:p w:rsidR="004E518A" w:rsidRDefault="007A14EC" w:rsidP="00837644">
            <w:pPr>
              <w:pStyle w:val="Standard1"/>
              <w:spacing w:before="60" w:after="12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4E518A">
              <w:rPr>
                <w:szCs w:val="22"/>
              </w:rPr>
              <w:t>.4</w:t>
            </w:r>
            <w:r w:rsidR="004E518A">
              <w:rPr>
                <w:szCs w:val="22"/>
              </w:rPr>
              <w:tab/>
            </w:r>
            <w:r w:rsidR="00A15E19">
              <w:rPr>
                <w:szCs w:val="22"/>
              </w:rPr>
              <w:t>Ich kann in einem Netzwerk mit mehreren Rechnern eine Informa</w:t>
            </w:r>
            <w:r w:rsidR="00A15E19">
              <w:rPr>
                <w:szCs w:val="22"/>
              </w:rPr>
              <w:softHyphen/>
              <w:t>tion (ping) von einem Rechner zu einem anderen senden.</w:t>
            </w:r>
          </w:p>
          <w:p w:rsidR="00A15E19" w:rsidRPr="005524DE" w:rsidRDefault="007A14EC" w:rsidP="004B6097">
            <w:pPr>
              <w:pStyle w:val="Standard1"/>
              <w:spacing w:before="60" w:after="12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A15E19">
              <w:rPr>
                <w:szCs w:val="22"/>
              </w:rPr>
              <w:t>.5</w:t>
            </w:r>
            <w:r w:rsidR="00A15E19">
              <w:rPr>
                <w:szCs w:val="22"/>
              </w:rPr>
              <w:tab/>
              <w:t>Ich kann erläutern, welche Nac</w:t>
            </w:r>
            <w:r w:rsidR="00FB1158">
              <w:rPr>
                <w:szCs w:val="22"/>
              </w:rPr>
              <w:t>hrichten beim Versenden eines 'P</w:t>
            </w:r>
            <w:r w:rsidR="00A15E19">
              <w:rPr>
                <w:szCs w:val="22"/>
              </w:rPr>
              <w:t>ings' in einem Netzwerk mit mehreren Rechnern übermittelt werden.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52" w:rsidRDefault="00837644" w:rsidP="00ED4752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:rsidR="00837644" w:rsidRDefault="00837644" w:rsidP="00ED4752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837644" w:rsidRDefault="00837644" w:rsidP="00ED4752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4E518A">
              <w:rPr>
                <w:szCs w:val="22"/>
              </w:rPr>
              <w:br/>
            </w:r>
          </w:p>
          <w:p w:rsidR="004E518A" w:rsidRDefault="00F30560" w:rsidP="00ED4752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A15E19">
              <w:rPr>
                <w:szCs w:val="22"/>
              </w:rPr>
              <w:br/>
            </w:r>
          </w:p>
          <w:p w:rsidR="00A15E19" w:rsidRPr="00D573FD" w:rsidRDefault="00F30560" w:rsidP="00ED4752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A15E19">
              <w:rPr>
                <w:szCs w:val="22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11718721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837644" w:rsidRPr="00837644" w:rsidRDefault="00837644" w:rsidP="00F3056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20081006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30560" w:rsidRDefault="00F30560" w:rsidP="00F30560">
                <w:pPr>
                  <w:pStyle w:val="Standard1"/>
                  <w:spacing w:before="4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20761966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F30560" w:rsidRDefault="00837644" w:rsidP="00F30560">
            <w:pPr>
              <w:pStyle w:val="Standard1"/>
              <w:spacing w:before="20" w:line="240" w:lineRule="auto"/>
              <w:rPr>
                <w:b/>
              </w:rPr>
            </w:pPr>
            <w:r w:rsidRPr="00837644"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-2064478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560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ED4752" w:rsidRPr="00837644" w:rsidRDefault="00ED4752" w:rsidP="00ED4752">
            <w:pPr>
              <w:pStyle w:val="Standard1"/>
              <w:spacing w:before="4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-17561963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30560" w:rsidRDefault="00F30560" w:rsidP="00F30560">
                <w:pPr>
                  <w:pStyle w:val="Standard1"/>
                  <w:spacing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1F0572" w:rsidRPr="00837644" w:rsidRDefault="001F0572" w:rsidP="00ED4752">
            <w:pPr>
              <w:pStyle w:val="Standard1"/>
              <w:spacing w:before="40" w:line="240" w:lineRule="auto"/>
              <w:rPr>
                <w:color w:val="auto"/>
                <w:szCs w:val="22"/>
              </w:rPr>
            </w:pPr>
          </w:p>
        </w:tc>
      </w:tr>
      <w:tr w:rsidR="001F0572" w:rsidRPr="00F5101E" w:rsidTr="00FB6339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572" w:rsidRPr="004007F5" w:rsidRDefault="001F0572" w:rsidP="001F0572">
            <w:pPr>
              <w:pStyle w:val="Standard1"/>
              <w:spacing w:before="60" w:line="240" w:lineRule="auto"/>
              <w:rPr>
                <w:b/>
                <w:color w:val="auto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572" w:rsidRDefault="007A14EC" w:rsidP="00B4317C">
            <w:pPr>
              <w:pStyle w:val="Standard1"/>
              <w:spacing w:before="60" w:after="8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1F0572">
              <w:rPr>
                <w:szCs w:val="22"/>
              </w:rPr>
              <w:t>.</w:t>
            </w:r>
            <w:r w:rsidR="00837644">
              <w:rPr>
                <w:szCs w:val="22"/>
              </w:rPr>
              <w:t>1</w:t>
            </w:r>
            <w:r w:rsidR="001F0572">
              <w:rPr>
                <w:szCs w:val="22"/>
              </w:rPr>
              <w:tab/>
            </w:r>
            <w:r w:rsidR="00837644">
              <w:rPr>
                <w:szCs w:val="22"/>
              </w:rPr>
              <w:t xml:space="preserve">Ich kann </w:t>
            </w:r>
            <w:r w:rsidR="00B4317C">
              <w:rPr>
                <w:szCs w:val="22"/>
              </w:rPr>
              <w:t>in</w:t>
            </w:r>
            <w:r w:rsidR="00837644">
              <w:rPr>
                <w:szCs w:val="22"/>
              </w:rPr>
              <w:t xml:space="preserve"> einer Simulationssoftware zwei Netzwerke mit Hilfe eines Routers verbinden.</w:t>
            </w:r>
          </w:p>
          <w:p w:rsidR="00515932" w:rsidRDefault="007A14EC" w:rsidP="00B4317C">
            <w:pPr>
              <w:pStyle w:val="Standard1"/>
              <w:spacing w:before="60" w:after="8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515932">
              <w:rPr>
                <w:szCs w:val="22"/>
              </w:rPr>
              <w:t>.2</w:t>
            </w:r>
            <w:r w:rsidR="00515932">
              <w:rPr>
                <w:szCs w:val="22"/>
              </w:rPr>
              <w:tab/>
            </w:r>
            <w:r w:rsidR="00E00334">
              <w:rPr>
                <w:szCs w:val="22"/>
              </w:rPr>
              <w:t>Ich kann die Aufgaben eines Routers erklären.</w:t>
            </w:r>
          </w:p>
          <w:p w:rsidR="00B4317C" w:rsidRDefault="007A14EC" w:rsidP="00B4317C">
            <w:pPr>
              <w:pStyle w:val="Standard1"/>
              <w:spacing w:before="60" w:after="8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515932">
              <w:rPr>
                <w:szCs w:val="22"/>
              </w:rPr>
              <w:t>.3</w:t>
            </w:r>
            <w:r w:rsidR="00B4317C">
              <w:rPr>
                <w:szCs w:val="22"/>
              </w:rPr>
              <w:tab/>
            </w:r>
            <w:r w:rsidR="00225AA5">
              <w:rPr>
                <w:szCs w:val="22"/>
              </w:rPr>
              <w:t>Ich kann die Bedeutung eines Gateways erklären.</w:t>
            </w:r>
          </w:p>
          <w:p w:rsidR="006F39BB" w:rsidRDefault="007A14EC" w:rsidP="00B4317C">
            <w:pPr>
              <w:pStyle w:val="Standard1"/>
              <w:spacing w:before="60" w:after="8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6F39BB">
              <w:rPr>
                <w:szCs w:val="22"/>
              </w:rPr>
              <w:t>.4</w:t>
            </w:r>
            <w:r w:rsidR="006F39BB">
              <w:rPr>
                <w:szCs w:val="22"/>
              </w:rPr>
              <w:tab/>
              <w:t>Ich kann eine Information (ping) von einem Rechner zu einem Rechner in einem anderen Netzwerk senden.</w:t>
            </w:r>
          </w:p>
          <w:p w:rsidR="006F39BB" w:rsidRPr="005524DE" w:rsidRDefault="007A14EC" w:rsidP="004B6097">
            <w:pPr>
              <w:pStyle w:val="Standard1"/>
              <w:spacing w:before="60" w:after="12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6F39BB">
              <w:rPr>
                <w:szCs w:val="22"/>
              </w:rPr>
              <w:t>.5</w:t>
            </w:r>
            <w:r w:rsidR="006F39BB">
              <w:rPr>
                <w:szCs w:val="22"/>
              </w:rPr>
              <w:tab/>
              <w:t>Ich kann erläutern, welche Nac</w:t>
            </w:r>
            <w:r w:rsidR="00FB1158">
              <w:rPr>
                <w:szCs w:val="22"/>
              </w:rPr>
              <w:t>hrichten beim Versenden eines 'P</w:t>
            </w:r>
            <w:bookmarkStart w:id="0" w:name="_GoBack"/>
            <w:bookmarkEnd w:id="0"/>
            <w:r w:rsidR="006F39BB">
              <w:rPr>
                <w:szCs w:val="22"/>
              </w:rPr>
              <w:t>ings' zu einem Rechner in einem anderen Netzwerk übermittelt werden.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72" w:rsidRDefault="001F0572" w:rsidP="001F057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225AA5">
              <w:rPr>
                <w:szCs w:val="22"/>
              </w:rPr>
              <w:br/>
            </w:r>
          </w:p>
          <w:p w:rsidR="00225AA5" w:rsidRDefault="00B610A8" w:rsidP="00B610A8">
            <w:pPr>
              <w:pStyle w:val="Standard1"/>
              <w:spacing w:before="10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6F39BB" w:rsidRDefault="00B610A8" w:rsidP="001F057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6F39BB" w:rsidRDefault="00B610A8" w:rsidP="00B610A8">
            <w:pPr>
              <w:pStyle w:val="Standard1"/>
              <w:spacing w:before="8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6F39BB" w:rsidRDefault="006F39BB" w:rsidP="00B610A8">
            <w:pPr>
              <w:pStyle w:val="Standard1"/>
              <w:spacing w:before="100" w:after="40" w:line="240" w:lineRule="auto"/>
              <w:rPr>
                <w:szCs w:val="22"/>
              </w:rPr>
            </w:pPr>
            <w:r>
              <w:rPr>
                <w:szCs w:val="22"/>
              </w:rPr>
              <w:br/>
            </w:r>
            <w:r w:rsidR="00B610A8">
              <w:rPr>
                <w:szCs w:val="22"/>
              </w:rPr>
              <w:t>P</w:t>
            </w:r>
          </w:p>
          <w:p w:rsidR="00E00334" w:rsidRPr="00D573FD" w:rsidRDefault="00E00334" w:rsidP="001F0572">
            <w:pPr>
              <w:pStyle w:val="Standard1"/>
              <w:spacing w:before="60" w:after="40" w:line="240" w:lineRule="auto"/>
              <w:rPr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8249342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30560" w:rsidRDefault="00F30560" w:rsidP="00F30560">
                <w:pPr>
                  <w:pStyle w:val="Standard1"/>
                  <w:spacing w:before="4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1F0572" w:rsidRDefault="001F0572" w:rsidP="00F30560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996921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845830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30560" w:rsidRDefault="00F30560" w:rsidP="00F30560">
                <w:pPr>
                  <w:pStyle w:val="Standard1"/>
                  <w:spacing w:before="4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084607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30560" w:rsidRDefault="00F30560" w:rsidP="00F30560">
                <w:pPr>
                  <w:pStyle w:val="Standard1"/>
                  <w:spacing w:before="6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F30560" w:rsidRDefault="00225AA5" w:rsidP="00F30560">
            <w:pPr>
              <w:pStyle w:val="Standard1"/>
              <w:spacing w:before="60" w:line="240" w:lineRule="auto"/>
              <w:rPr>
                <w:b/>
              </w:rPr>
            </w:pPr>
            <w:r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-219137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560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:rsidR="00E00334" w:rsidRPr="00837644" w:rsidRDefault="00E00334" w:rsidP="001F0572">
            <w:pPr>
              <w:pStyle w:val="Standard1"/>
              <w:spacing w:before="60" w:line="240" w:lineRule="auto"/>
              <w:rPr>
                <w:color w:val="auto"/>
                <w:szCs w:val="22"/>
              </w:rPr>
            </w:pPr>
          </w:p>
        </w:tc>
      </w:tr>
      <w:tr w:rsidR="001F0572" w:rsidRPr="00F5101E" w:rsidTr="00A03BFE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572" w:rsidRPr="00F5101E" w:rsidRDefault="001F0572" w:rsidP="001F0572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BB" w:rsidRDefault="007A14EC" w:rsidP="006F39BB">
            <w:pPr>
              <w:pStyle w:val="Standard1"/>
              <w:spacing w:before="60" w:after="8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6</w:t>
            </w:r>
            <w:r w:rsidR="006F39BB">
              <w:rPr>
                <w:szCs w:val="22"/>
              </w:rPr>
              <w:t>.1</w:t>
            </w:r>
            <w:r w:rsidR="006F39BB">
              <w:rPr>
                <w:szCs w:val="22"/>
              </w:rPr>
              <w:tab/>
            </w:r>
            <w:r w:rsidR="001D68E3">
              <w:rPr>
                <w:szCs w:val="22"/>
              </w:rPr>
              <w:t>Ich kann den Aufbau von miteinander verbundenen Netzwerken analysieren</w:t>
            </w:r>
            <w:r w:rsidR="006F39BB">
              <w:rPr>
                <w:szCs w:val="22"/>
              </w:rPr>
              <w:t>.</w:t>
            </w:r>
          </w:p>
          <w:p w:rsidR="001F0572" w:rsidRDefault="007A14EC" w:rsidP="008963ED">
            <w:pPr>
              <w:pStyle w:val="Standard1"/>
              <w:spacing w:before="60" w:after="8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6</w:t>
            </w:r>
            <w:r w:rsidR="006F39BB">
              <w:rPr>
                <w:szCs w:val="22"/>
              </w:rPr>
              <w:t>.2</w:t>
            </w:r>
            <w:r w:rsidR="006F39BB">
              <w:rPr>
                <w:szCs w:val="22"/>
              </w:rPr>
              <w:tab/>
            </w:r>
            <w:r w:rsidR="004B6097">
              <w:rPr>
                <w:szCs w:val="22"/>
              </w:rPr>
              <w:t xml:space="preserve">Ich kann </w:t>
            </w:r>
            <w:r w:rsidR="006B2DE3">
              <w:rPr>
                <w:szCs w:val="22"/>
              </w:rPr>
              <w:t>die Wegfindung</w:t>
            </w:r>
            <w:r w:rsidR="004B6097">
              <w:rPr>
                <w:szCs w:val="22"/>
              </w:rPr>
              <w:t xml:space="preserve"> einer gesendeten Information </w:t>
            </w:r>
            <w:r w:rsidR="000F7A46">
              <w:rPr>
                <w:szCs w:val="22"/>
              </w:rPr>
              <w:t>beschreiben</w:t>
            </w:r>
            <w:r w:rsidR="008963ED">
              <w:rPr>
                <w:szCs w:val="22"/>
              </w:rPr>
              <w:t>.</w:t>
            </w:r>
          </w:p>
          <w:p w:rsidR="008963ED" w:rsidRPr="008963ED" w:rsidRDefault="008963ED" w:rsidP="008963ED">
            <w:pPr>
              <w:pStyle w:val="Standard1"/>
              <w:spacing w:before="60" w:after="8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6.3</w:t>
            </w:r>
            <w:r>
              <w:rPr>
                <w:szCs w:val="22"/>
              </w:rPr>
              <w:tab/>
              <w:t>Ich kann die Wegfindung einer gesendeten Information mit Hilfe einer Weiterleitungstabelle festlegen.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72" w:rsidRDefault="001F0572" w:rsidP="001F0572">
            <w:pPr>
              <w:pStyle w:val="Standard1"/>
              <w:spacing w:before="60" w:after="8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:rsidR="001F0572" w:rsidRDefault="001D68E3" w:rsidP="001F0572">
            <w:pPr>
              <w:pStyle w:val="Standard1"/>
              <w:spacing w:before="60" w:after="8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8963ED" w:rsidRPr="00D573FD" w:rsidRDefault="008963ED" w:rsidP="001F0572">
            <w:pPr>
              <w:pStyle w:val="Standard1"/>
              <w:spacing w:before="60" w:after="80" w:line="240" w:lineRule="auto"/>
              <w:rPr>
                <w:szCs w:val="22"/>
              </w:rPr>
            </w:pPr>
            <w:r>
              <w:rPr>
                <w:szCs w:val="22"/>
              </w:rPr>
              <w:t>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2322865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6115B" w:rsidRDefault="00357C53" w:rsidP="00357C53">
                <w:pPr>
                  <w:pStyle w:val="Standard1"/>
                  <w:spacing w:before="4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1F0572" w:rsidRPr="00837644" w:rsidRDefault="001F0572" w:rsidP="001F0572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8706429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6115B" w:rsidRDefault="00357C53" w:rsidP="00357C53">
                <w:pPr>
                  <w:pStyle w:val="Standard1"/>
                  <w:spacing w:before="4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4381337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6115B" w:rsidRDefault="00357C53" w:rsidP="00357C53">
                <w:pPr>
                  <w:pStyle w:val="Standard1"/>
                  <w:spacing w:before="4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1F0572" w:rsidRPr="00837644" w:rsidRDefault="001F0572" w:rsidP="001F0572">
            <w:pPr>
              <w:pStyle w:val="Standard1"/>
              <w:spacing w:before="20" w:line="240" w:lineRule="auto"/>
              <w:rPr>
                <w:rFonts w:ascii="Cambria" w:hAnsi="Cambria" w:cs="Times New Roman"/>
                <w:color w:val="auto"/>
                <w:sz w:val="24"/>
                <w:szCs w:val="22"/>
              </w:rPr>
            </w:pPr>
          </w:p>
        </w:tc>
      </w:tr>
      <w:tr w:rsidR="001F0572" w:rsidRPr="00F5101E" w:rsidTr="00A03BFE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72" w:rsidRPr="00F5101E" w:rsidRDefault="001F0572" w:rsidP="001F0572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572" w:rsidRDefault="001F0572" w:rsidP="001F0572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7.1</w:t>
            </w:r>
            <w:r>
              <w:rPr>
                <w:szCs w:val="22"/>
              </w:rPr>
              <w:tab/>
            </w:r>
            <w:r w:rsidR="0031270F">
              <w:rPr>
                <w:szCs w:val="22"/>
              </w:rPr>
              <w:t>Ich kann Dateien auf einen File-Server hochladen.</w:t>
            </w:r>
          </w:p>
          <w:p w:rsidR="001F0572" w:rsidRDefault="001F0572" w:rsidP="001F0572">
            <w:pPr>
              <w:pStyle w:val="Standard1"/>
              <w:tabs>
                <w:tab w:val="left" w:pos="2280"/>
              </w:tabs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7.2</w:t>
            </w:r>
            <w:r>
              <w:rPr>
                <w:szCs w:val="22"/>
              </w:rPr>
              <w:tab/>
            </w:r>
            <w:r w:rsidR="0031270F">
              <w:rPr>
                <w:szCs w:val="22"/>
              </w:rPr>
              <w:t>Ich kann Dateien von einem File-Server auf ein Client-Gerät herunterladen.</w:t>
            </w:r>
          </w:p>
          <w:p w:rsidR="001F0572" w:rsidRPr="00CC120E" w:rsidRDefault="001F0572" w:rsidP="0036115B">
            <w:pPr>
              <w:pStyle w:val="Standard1"/>
              <w:tabs>
                <w:tab w:val="left" w:pos="2280"/>
              </w:tabs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7.3</w:t>
            </w:r>
            <w:r>
              <w:rPr>
                <w:szCs w:val="22"/>
              </w:rPr>
              <w:tab/>
            </w:r>
            <w:r w:rsidR="0031270F">
              <w:rPr>
                <w:szCs w:val="22"/>
              </w:rPr>
              <w:t>Ich kann erläutern, welche Nachrichten beim Herunterladen einer Datei übermittelt werden</w:t>
            </w:r>
            <w:r w:rsidR="0036115B">
              <w:rPr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72" w:rsidRDefault="001F0572" w:rsidP="001F0572">
            <w:pPr>
              <w:pStyle w:val="Standard1"/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:rsidR="001F0572" w:rsidRDefault="001F0572" w:rsidP="0031270F">
            <w:pPr>
              <w:pStyle w:val="Standard1"/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31270F">
              <w:rPr>
                <w:szCs w:val="22"/>
              </w:rPr>
              <w:br/>
            </w:r>
          </w:p>
          <w:p w:rsidR="00357C53" w:rsidRPr="00D573FD" w:rsidRDefault="00357C53" w:rsidP="0031270F">
            <w:pPr>
              <w:pStyle w:val="Standard1"/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995924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F0572" w:rsidRDefault="001F0572" w:rsidP="00357C53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471325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F0572" w:rsidRPr="0036115B" w:rsidRDefault="001F0572" w:rsidP="001F0572">
                <w:pPr>
                  <w:pStyle w:val="Standard1"/>
                  <w:spacing w:before="2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1F0572" w:rsidRDefault="001F0572" w:rsidP="00357C53">
            <w:pPr>
              <w:pStyle w:val="Standard1"/>
              <w:spacing w:line="240" w:lineRule="auto"/>
              <w:rPr>
                <w:b/>
                <w:szCs w:val="22"/>
              </w:rPr>
            </w:pPr>
          </w:p>
          <w:sdt>
            <w:sdtPr>
              <w:rPr>
                <w:b/>
                <w:szCs w:val="22"/>
              </w:rPr>
              <w:id w:val="-1493331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F0572" w:rsidRPr="00AC7562" w:rsidRDefault="001F0572" w:rsidP="001F0572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</w:tbl>
    <w:p w:rsidR="00357C53" w:rsidRPr="00357C53" w:rsidRDefault="00357C53" w:rsidP="00357C53">
      <w:pPr>
        <w:spacing w:line="259" w:lineRule="auto"/>
        <w:rPr>
          <w:sz w:val="10"/>
        </w:rPr>
      </w:pPr>
    </w:p>
    <w:sectPr w:rsidR="00357C53" w:rsidRPr="00357C53" w:rsidSect="00357C53">
      <w:footerReference w:type="default" r:id="rId7"/>
      <w:pgSz w:w="11906" w:h="16838"/>
      <w:pgMar w:top="567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1D8" w:rsidRDefault="009221D8" w:rsidP="009766E4">
      <w:r>
        <w:separator/>
      </w:r>
    </w:p>
  </w:endnote>
  <w:endnote w:type="continuationSeparator" w:id="0">
    <w:p w:rsidR="009221D8" w:rsidRDefault="009221D8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:rsidR="009766E4" w:rsidRDefault="009766E4" w:rsidP="009766E4">
    <w:pPr>
      <w:pStyle w:val="Fuzeile"/>
      <w:spacing w:before="80"/>
    </w:pPr>
    <w:r>
      <w:t>P: 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B1158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FB1158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1D8" w:rsidRDefault="009221D8" w:rsidP="009766E4">
      <w:r>
        <w:separator/>
      </w:r>
    </w:p>
  </w:footnote>
  <w:footnote w:type="continuationSeparator" w:id="0">
    <w:p w:rsidR="009221D8" w:rsidRDefault="009221D8" w:rsidP="00976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41946"/>
    <w:rsid w:val="00065B27"/>
    <w:rsid w:val="000D0088"/>
    <w:rsid w:val="000D297C"/>
    <w:rsid w:val="000D5D86"/>
    <w:rsid w:val="000F7A46"/>
    <w:rsid w:val="00156818"/>
    <w:rsid w:val="0017570A"/>
    <w:rsid w:val="001D68E3"/>
    <w:rsid w:val="001F0572"/>
    <w:rsid w:val="001F0A85"/>
    <w:rsid w:val="00201CB7"/>
    <w:rsid w:val="00225AA5"/>
    <w:rsid w:val="00232CEC"/>
    <w:rsid w:val="002368FE"/>
    <w:rsid w:val="0029126D"/>
    <w:rsid w:val="00297A4A"/>
    <w:rsid w:val="002D0AF3"/>
    <w:rsid w:val="002E412E"/>
    <w:rsid w:val="002F2F6F"/>
    <w:rsid w:val="002F4CB8"/>
    <w:rsid w:val="002F4F86"/>
    <w:rsid w:val="002F6231"/>
    <w:rsid w:val="0031270F"/>
    <w:rsid w:val="00357C53"/>
    <w:rsid w:val="0036115B"/>
    <w:rsid w:val="003B0DC2"/>
    <w:rsid w:val="003D6278"/>
    <w:rsid w:val="003E1FFE"/>
    <w:rsid w:val="004007F5"/>
    <w:rsid w:val="004143D7"/>
    <w:rsid w:val="004A7C18"/>
    <w:rsid w:val="004B182F"/>
    <w:rsid w:val="004B6097"/>
    <w:rsid w:val="004B79FF"/>
    <w:rsid w:val="004D3FE8"/>
    <w:rsid w:val="004E518A"/>
    <w:rsid w:val="004F1784"/>
    <w:rsid w:val="00515932"/>
    <w:rsid w:val="005524DE"/>
    <w:rsid w:val="005878C1"/>
    <w:rsid w:val="00596AE4"/>
    <w:rsid w:val="006127C9"/>
    <w:rsid w:val="00614D84"/>
    <w:rsid w:val="00631A01"/>
    <w:rsid w:val="00654ADA"/>
    <w:rsid w:val="00685C7B"/>
    <w:rsid w:val="006B2DE3"/>
    <w:rsid w:val="006F39BB"/>
    <w:rsid w:val="00703370"/>
    <w:rsid w:val="00727DC1"/>
    <w:rsid w:val="007320EE"/>
    <w:rsid w:val="00751183"/>
    <w:rsid w:val="007816ED"/>
    <w:rsid w:val="007A14EC"/>
    <w:rsid w:val="007C12FE"/>
    <w:rsid w:val="007E174D"/>
    <w:rsid w:val="007F336E"/>
    <w:rsid w:val="00802021"/>
    <w:rsid w:val="0082585A"/>
    <w:rsid w:val="00831B60"/>
    <w:rsid w:val="00837644"/>
    <w:rsid w:val="00866F5B"/>
    <w:rsid w:val="008963ED"/>
    <w:rsid w:val="008B243B"/>
    <w:rsid w:val="008E1A20"/>
    <w:rsid w:val="008F600F"/>
    <w:rsid w:val="0091681F"/>
    <w:rsid w:val="009221D8"/>
    <w:rsid w:val="00922FA1"/>
    <w:rsid w:val="00952035"/>
    <w:rsid w:val="00964559"/>
    <w:rsid w:val="009766E4"/>
    <w:rsid w:val="009E05ED"/>
    <w:rsid w:val="009E7035"/>
    <w:rsid w:val="00A01085"/>
    <w:rsid w:val="00A03BFE"/>
    <w:rsid w:val="00A11881"/>
    <w:rsid w:val="00A15E19"/>
    <w:rsid w:val="00A53E64"/>
    <w:rsid w:val="00A5690C"/>
    <w:rsid w:val="00A61E77"/>
    <w:rsid w:val="00A85B6B"/>
    <w:rsid w:val="00A91305"/>
    <w:rsid w:val="00AA1FE5"/>
    <w:rsid w:val="00AC7562"/>
    <w:rsid w:val="00AF29BB"/>
    <w:rsid w:val="00B4317C"/>
    <w:rsid w:val="00B45A0E"/>
    <w:rsid w:val="00B610A8"/>
    <w:rsid w:val="00B72F4F"/>
    <w:rsid w:val="00B94468"/>
    <w:rsid w:val="00B95AA2"/>
    <w:rsid w:val="00BC2065"/>
    <w:rsid w:val="00BC3EBA"/>
    <w:rsid w:val="00C54382"/>
    <w:rsid w:val="00C75AC7"/>
    <w:rsid w:val="00CC120E"/>
    <w:rsid w:val="00CC4841"/>
    <w:rsid w:val="00CE4BD6"/>
    <w:rsid w:val="00D11C06"/>
    <w:rsid w:val="00D573FD"/>
    <w:rsid w:val="00D7004F"/>
    <w:rsid w:val="00D8380F"/>
    <w:rsid w:val="00D95C23"/>
    <w:rsid w:val="00DA59B4"/>
    <w:rsid w:val="00DF4EAC"/>
    <w:rsid w:val="00E00334"/>
    <w:rsid w:val="00E00ECD"/>
    <w:rsid w:val="00E11E7B"/>
    <w:rsid w:val="00E50565"/>
    <w:rsid w:val="00ED4752"/>
    <w:rsid w:val="00EE7265"/>
    <w:rsid w:val="00EF4670"/>
    <w:rsid w:val="00EF7CC3"/>
    <w:rsid w:val="00F30560"/>
    <w:rsid w:val="00F64574"/>
    <w:rsid w:val="00FB1158"/>
    <w:rsid w:val="00FB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EEA0F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2134B9C5.dotm</Template>
  <TotalTime>0</TotalTime>
  <Pages>1</Pages>
  <Words>344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RStreb</cp:lastModifiedBy>
  <cp:revision>91</cp:revision>
  <cp:lastPrinted>2018-09-10T13:50:00Z</cp:lastPrinted>
  <dcterms:created xsi:type="dcterms:W3CDTF">2018-02-23T15:43:00Z</dcterms:created>
  <dcterms:modified xsi:type="dcterms:W3CDTF">2018-11-30T07:08:00Z</dcterms:modified>
</cp:coreProperties>
</file>